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846B9B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846B9B">
                                  <w:t>HW71_Zero Product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R3aUBQQUAAMI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846B9B">
                            <w:t>HW71_Zero Product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pRmnCAAAA2gAAAA8AAABkcnMvZG93bnJldi54bWxEj8FuwjAQRO+V+AdrK/VW7AKK2oBBqAjB&#10;sU37Aat4iQPxOo2dkP49RqrU42hm3mhWm9E1YqAu1J41vEwVCOLSm5orDd9f++dXECEiG2w8k4Zf&#10;CrBZTx5WmBt/5U8ailiJBOGQowYbY5tLGUpLDsPUt8TJO/nOYUyyq6Tp8JrgrpEzpTLpsOa0YLGl&#10;d0vlpeidhqE3b4psPz8vdu7jcMgWxY86av30OG6XICKN8T/81z4aDRncr6QbIN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KUZpwgAAANoAAAAPAAAAAAAAAAAAAAAAAJ8C&#10;AABkcnMvZG93bnJldi54bWxQSwUGAAAAAAQABAD3AAAAjgMAAAAA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D778D6" w:rsidRPr="00D778D6" w:rsidRDefault="004A1C66">
      <w:pPr>
        <w:rPr>
          <w:b/>
          <w:sz w:val="28"/>
          <w:szCs w:val="28"/>
        </w:rPr>
      </w:pPr>
      <w:r>
        <w:t xml:space="preserve"> </w:t>
      </w:r>
      <w:r w:rsidR="00D778D6" w:rsidRPr="00D778D6">
        <w:rPr>
          <w:b/>
          <w:sz w:val="28"/>
          <w:szCs w:val="28"/>
        </w:rPr>
        <w:t xml:space="preserve">Find the solutions, roots, and zero’s using the zero product property. Make sure you </w:t>
      </w:r>
      <w:r w:rsidR="00D778D6" w:rsidRPr="00D778D6">
        <w:rPr>
          <w:b/>
          <w:sz w:val="28"/>
          <w:szCs w:val="28"/>
          <w:u w:val="single"/>
        </w:rPr>
        <w:t>CHECK</w:t>
      </w:r>
      <w:r w:rsidR="00D778D6" w:rsidRPr="00D778D6">
        <w:rPr>
          <w:b/>
          <w:sz w:val="28"/>
          <w:szCs w:val="28"/>
        </w:rPr>
        <w:t xml:space="preserve"> all work.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5125"/>
      </w:tblGrid>
      <w:tr w:rsidR="00D778D6" w:rsidTr="0096661C">
        <w:tc>
          <w:tcPr>
            <w:tcW w:w="566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</w:pPr>
            <w:r>
              <w:t>(x-8)(x+2)=0</w:t>
            </w:r>
          </w:p>
          <w:p w:rsidR="00D778D6" w:rsidRDefault="00D778D6"/>
          <w:p w:rsidR="00D778D6" w:rsidRDefault="00D778D6"/>
          <w:p w:rsidR="0096661C" w:rsidRDefault="0096661C"/>
          <w:p w:rsidR="00D778D6" w:rsidRDefault="00D778D6"/>
          <w:p w:rsidR="00AF7A75" w:rsidRDefault="00AF7A75"/>
        </w:tc>
        <w:tc>
          <w:tcPr>
            <w:tcW w:w="512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</w:pPr>
            <w:r>
              <w:t>(x+6)(x+1)=0</w:t>
            </w:r>
          </w:p>
        </w:tc>
      </w:tr>
      <w:tr w:rsidR="00D778D6" w:rsidTr="0096661C">
        <w:tc>
          <w:tcPr>
            <w:tcW w:w="566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</w:pPr>
            <w:r>
              <w:t>(x-2)(x-5)=0</w:t>
            </w:r>
          </w:p>
          <w:p w:rsidR="00D778D6" w:rsidRDefault="00D778D6"/>
          <w:p w:rsidR="00D778D6" w:rsidRDefault="00D778D6"/>
          <w:p w:rsidR="00D778D6" w:rsidRDefault="00D778D6"/>
          <w:p w:rsidR="00AF7A75" w:rsidRDefault="00AF7A75"/>
          <w:p w:rsidR="0096661C" w:rsidRDefault="0096661C"/>
        </w:tc>
        <w:tc>
          <w:tcPr>
            <w:tcW w:w="512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</w:pPr>
            <w:r>
              <w:t>(3x+1)(x+3)=0</w:t>
            </w:r>
          </w:p>
        </w:tc>
      </w:tr>
      <w:tr w:rsidR="00D778D6" w:rsidTr="0096661C">
        <w:tc>
          <w:tcPr>
            <w:tcW w:w="566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</w:pPr>
            <w:r>
              <w:t>(x-8)(x-3)=0</w:t>
            </w:r>
          </w:p>
          <w:p w:rsidR="00D778D6" w:rsidRDefault="00D778D6"/>
          <w:p w:rsidR="00D778D6" w:rsidRDefault="00D778D6"/>
          <w:p w:rsidR="00D778D6" w:rsidRDefault="00D778D6"/>
          <w:p w:rsidR="00AF7A75" w:rsidRDefault="00AF7A75"/>
          <w:p w:rsidR="0096661C" w:rsidRDefault="0096661C"/>
        </w:tc>
        <w:tc>
          <w:tcPr>
            <w:tcW w:w="512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</w:pPr>
            <w:r>
              <w:t>(x+8)(x+7)=0</w:t>
            </w:r>
          </w:p>
        </w:tc>
      </w:tr>
      <w:tr w:rsidR="00D778D6" w:rsidTr="0096661C">
        <w:tc>
          <w:tcPr>
            <w:tcW w:w="566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</w:pPr>
            <w:r>
              <w:t>(x+7)(x-2)=0</w:t>
            </w:r>
          </w:p>
          <w:p w:rsidR="00D778D6" w:rsidRDefault="00D778D6"/>
          <w:p w:rsidR="00D778D6" w:rsidRDefault="00D778D6"/>
          <w:p w:rsidR="00ED35C5" w:rsidRDefault="00ED35C5"/>
          <w:p w:rsidR="00D778D6" w:rsidRDefault="00D778D6"/>
          <w:p w:rsidR="00AF7A75" w:rsidRDefault="00AF7A75"/>
        </w:tc>
        <w:tc>
          <w:tcPr>
            <w:tcW w:w="512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</w:pPr>
            <w:r>
              <w:t>(7x+8)(x-5)=0</w:t>
            </w:r>
          </w:p>
        </w:tc>
      </w:tr>
      <w:tr w:rsidR="00D778D6" w:rsidTr="0096661C">
        <w:tc>
          <w:tcPr>
            <w:tcW w:w="566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</w:pPr>
            <w:r>
              <w:t>6x+15=0</w:t>
            </w:r>
          </w:p>
          <w:p w:rsidR="00D778D6" w:rsidRDefault="00D778D6" w:rsidP="00D778D6"/>
          <w:p w:rsidR="00D778D6" w:rsidRDefault="00D778D6" w:rsidP="00D778D6"/>
          <w:p w:rsidR="0096661C" w:rsidRDefault="0096661C" w:rsidP="00D778D6"/>
          <w:p w:rsidR="00AF7A75" w:rsidRDefault="00AF7A75" w:rsidP="00D778D6"/>
          <w:p w:rsidR="00ED35C5" w:rsidRDefault="00ED35C5" w:rsidP="00D778D6"/>
        </w:tc>
        <w:tc>
          <w:tcPr>
            <w:tcW w:w="512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</w:pPr>
            <m:oMath>
              <m:r>
                <w:rPr>
                  <w:rFonts w:ascii="Cambria Math" w:hAnsi="Cambria Math"/>
                </w:rPr>
                <m:t>9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+15x=0</m:t>
              </m:r>
            </m:oMath>
          </w:p>
        </w:tc>
      </w:tr>
      <w:tr w:rsidR="00D778D6" w:rsidTr="0096661C">
        <w:tc>
          <w:tcPr>
            <w:tcW w:w="5665" w:type="dxa"/>
          </w:tcPr>
          <w:p w:rsidR="00D778D6" w:rsidRPr="00D778D6" w:rsidRDefault="00D778D6" w:rsidP="00D778D6">
            <w:pPr>
              <w:pStyle w:val="ListParagraph"/>
              <w:numPr>
                <w:ilvl w:val="0"/>
                <w:numId w:val="1"/>
              </w:numPr>
            </w:pPr>
            <m:oMath>
              <m:r>
                <w:rPr>
                  <w:rFonts w:ascii="Cambria Math" w:hAnsi="Cambria Math"/>
                </w:rPr>
                <m:t>20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-8x=0</m:t>
              </m:r>
            </m:oMath>
          </w:p>
          <w:p w:rsidR="00D778D6" w:rsidRDefault="00D778D6" w:rsidP="00D778D6"/>
          <w:p w:rsidR="00D778D6" w:rsidRDefault="00D778D6" w:rsidP="00D778D6"/>
          <w:p w:rsidR="00AF7A75" w:rsidRDefault="00AF7A75" w:rsidP="00D778D6"/>
          <w:p w:rsidR="00ED35C5" w:rsidRDefault="00ED35C5" w:rsidP="00D778D6"/>
          <w:p w:rsidR="00D778D6" w:rsidRDefault="00D778D6" w:rsidP="00D778D6"/>
        </w:tc>
        <w:tc>
          <w:tcPr>
            <w:tcW w:w="512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  <w:rPr>
                <w:rFonts w:eastAsia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m:t>-4x-2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=0</m:t>
              </m:r>
            </m:oMath>
          </w:p>
        </w:tc>
      </w:tr>
      <w:tr w:rsidR="00D778D6" w:rsidTr="0096661C">
        <w:tc>
          <w:tcPr>
            <w:tcW w:w="566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  <w:rPr>
                <w:rFonts w:eastAsia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m:t>12x-20=0</m:t>
              </m:r>
            </m:oMath>
          </w:p>
          <w:p w:rsidR="00ED35C5" w:rsidRDefault="00ED35C5" w:rsidP="00ED35C5">
            <w:pPr>
              <w:rPr>
                <w:rFonts w:eastAsia="Calibri" w:cs="Times New Roman"/>
              </w:rPr>
            </w:pPr>
          </w:p>
          <w:p w:rsidR="00ED35C5" w:rsidRDefault="00ED35C5" w:rsidP="00ED35C5">
            <w:pPr>
              <w:rPr>
                <w:rFonts w:eastAsia="Calibri" w:cs="Times New Roman"/>
              </w:rPr>
            </w:pPr>
          </w:p>
          <w:p w:rsidR="00ED35C5" w:rsidRDefault="00ED35C5" w:rsidP="00ED35C5">
            <w:pPr>
              <w:rPr>
                <w:rFonts w:eastAsia="Calibri" w:cs="Times New Roman"/>
              </w:rPr>
            </w:pPr>
          </w:p>
          <w:p w:rsidR="00AF7A75" w:rsidRDefault="00AF7A75" w:rsidP="00ED35C5">
            <w:pPr>
              <w:rPr>
                <w:rFonts w:eastAsia="Calibri" w:cs="Times New Roman"/>
              </w:rPr>
            </w:pPr>
          </w:p>
          <w:p w:rsidR="00ED35C5" w:rsidRPr="00ED35C5" w:rsidRDefault="00ED35C5" w:rsidP="00ED35C5">
            <w:pPr>
              <w:rPr>
                <w:rFonts w:eastAsia="Calibri" w:cs="Times New Roman"/>
              </w:rPr>
            </w:pPr>
          </w:p>
        </w:tc>
        <w:tc>
          <w:tcPr>
            <w:tcW w:w="512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  <w:rPr>
                <w:rFonts w:eastAsia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m:t>5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+5x=0</m:t>
              </m:r>
            </m:oMath>
          </w:p>
        </w:tc>
      </w:tr>
      <w:tr w:rsidR="00D778D6" w:rsidTr="0096661C">
        <w:tc>
          <w:tcPr>
            <w:tcW w:w="566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2x+4=0</w:t>
            </w:r>
          </w:p>
          <w:p w:rsidR="00ED35C5" w:rsidRDefault="00ED35C5" w:rsidP="00ED35C5">
            <w:pPr>
              <w:rPr>
                <w:rFonts w:eastAsia="Calibri" w:cs="Times New Roman"/>
              </w:rPr>
            </w:pPr>
          </w:p>
          <w:p w:rsidR="00ED35C5" w:rsidRDefault="00ED35C5" w:rsidP="00ED35C5">
            <w:pPr>
              <w:rPr>
                <w:rFonts w:eastAsia="Calibri" w:cs="Times New Roman"/>
              </w:rPr>
            </w:pPr>
          </w:p>
          <w:p w:rsidR="00ED35C5" w:rsidRDefault="00ED35C5" w:rsidP="00ED35C5">
            <w:pPr>
              <w:rPr>
                <w:rFonts w:eastAsia="Calibri" w:cs="Times New Roman"/>
              </w:rPr>
            </w:pPr>
          </w:p>
          <w:p w:rsidR="00ED35C5" w:rsidRPr="00ED35C5" w:rsidRDefault="00ED35C5" w:rsidP="00ED35C5">
            <w:pPr>
              <w:rPr>
                <w:rFonts w:eastAsia="Calibri" w:cs="Times New Roman"/>
              </w:rPr>
            </w:pPr>
          </w:p>
        </w:tc>
        <w:tc>
          <w:tcPr>
            <w:tcW w:w="5125" w:type="dxa"/>
          </w:tcPr>
          <w:p w:rsidR="00D778D6" w:rsidRDefault="00D778D6" w:rsidP="00D778D6">
            <w:pPr>
              <w:pStyle w:val="ListParagraph"/>
              <w:numPr>
                <w:ilvl w:val="0"/>
                <w:numId w:val="1"/>
              </w:num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3x+3=0</w:t>
            </w:r>
          </w:p>
        </w:tc>
      </w:tr>
      <w:tr w:rsidR="00D778D6" w:rsidTr="0096661C">
        <w:tc>
          <w:tcPr>
            <w:tcW w:w="5665" w:type="dxa"/>
          </w:tcPr>
          <w:p w:rsidR="00D778D6" w:rsidRDefault="00ED35C5" w:rsidP="00ED35C5">
            <w:pPr>
              <w:pStyle w:val="ListParagraph"/>
              <w:numPr>
                <w:ilvl w:val="0"/>
                <w:numId w:val="1"/>
              </w:numPr>
              <w:rPr>
                <w:rFonts w:eastAsia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w:lastRenderedPageBreak/>
                <m:t>5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</w:rPr>
                <m:t>-15x=0</m:t>
              </m:r>
            </m:oMath>
          </w:p>
          <w:p w:rsidR="00ED35C5" w:rsidRDefault="00ED35C5" w:rsidP="00ED35C5">
            <w:pPr>
              <w:rPr>
                <w:rFonts w:eastAsia="Calibri" w:cs="Times New Roman"/>
              </w:rPr>
            </w:pPr>
          </w:p>
          <w:p w:rsidR="00ED35C5" w:rsidRDefault="00ED35C5" w:rsidP="00ED35C5">
            <w:pPr>
              <w:rPr>
                <w:rFonts w:eastAsia="Calibri" w:cs="Times New Roman"/>
              </w:rPr>
            </w:pPr>
          </w:p>
          <w:p w:rsidR="00ED35C5" w:rsidRDefault="00ED35C5" w:rsidP="00ED35C5">
            <w:pPr>
              <w:rPr>
                <w:rFonts w:eastAsia="Calibri" w:cs="Times New Roman"/>
              </w:rPr>
            </w:pPr>
          </w:p>
          <w:p w:rsidR="0096661C" w:rsidRDefault="0096661C" w:rsidP="00ED35C5">
            <w:pPr>
              <w:rPr>
                <w:rFonts w:eastAsia="Calibri" w:cs="Times New Roman"/>
              </w:rPr>
            </w:pPr>
            <w:bookmarkStart w:id="0" w:name="_GoBack"/>
            <w:bookmarkEnd w:id="0"/>
          </w:p>
          <w:p w:rsidR="00ED35C5" w:rsidRPr="00ED35C5" w:rsidRDefault="00ED35C5" w:rsidP="00ED35C5">
            <w:pPr>
              <w:rPr>
                <w:rFonts w:eastAsia="Calibri" w:cs="Times New Roman"/>
              </w:rPr>
            </w:pPr>
          </w:p>
        </w:tc>
        <w:tc>
          <w:tcPr>
            <w:tcW w:w="5125" w:type="dxa"/>
          </w:tcPr>
          <w:p w:rsidR="00D778D6" w:rsidRDefault="00ED35C5" w:rsidP="00ED35C5">
            <w:pPr>
              <w:pStyle w:val="ListParagraph"/>
              <w:numPr>
                <w:ilvl w:val="0"/>
                <w:numId w:val="1"/>
              </w:numPr>
              <w:rPr>
                <w:rFonts w:eastAsia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m:t>25x+15=0</m:t>
              </m:r>
            </m:oMath>
          </w:p>
        </w:tc>
      </w:tr>
      <w:tr w:rsidR="0096661C" w:rsidTr="0096661C">
        <w:tc>
          <w:tcPr>
            <w:tcW w:w="5665" w:type="dxa"/>
          </w:tcPr>
          <w:p w:rsidR="0096661C" w:rsidRPr="0096661C" w:rsidRDefault="0096661C" w:rsidP="0096661C">
            <w:pPr>
              <w:pStyle w:val="ListParagraph"/>
              <w:numPr>
                <w:ilvl w:val="0"/>
                <w:numId w:val="1"/>
              </w:numPr>
              <w:ind w:right="157"/>
              <w:rPr>
                <w:rFonts w:ascii="Calibri" w:hAnsi="Calibri" w:cs="Calibri"/>
              </w:rPr>
            </w:pPr>
            <w:r w:rsidRPr="0096661C">
              <w:rPr>
                <w:rFonts w:ascii="Calibri" w:hAnsi="Calibri" w:cs="Calibri"/>
              </w:rPr>
              <w:t>Find the area of the shape below.</w:t>
            </w:r>
          </w:p>
          <w:p w:rsidR="0096661C" w:rsidRPr="0083552E" w:rsidRDefault="0096661C" w:rsidP="0096661C">
            <w:pPr>
              <w:ind w:right="157"/>
              <w:rPr>
                <w:rFonts w:ascii="Calibri" w:hAnsi="Calibri" w:cs="Calibri"/>
              </w:rPr>
            </w:pPr>
          </w:p>
          <w:p w:rsidR="0096661C" w:rsidRPr="0083552E" w:rsidRDefault="0096661C" w:rsidP="0096661C">
            <w:pPr>
              <w:ind w:right="157"/>
              <w:rPr>
                <w:rFonts w:ascii="Calibri" w:hAnsi="Calibri" w:cs="Calibri"/>
              </w:rPr>
            </w:pPr>
            <w:r w:rsidRPr="0083552E">
              <w:rPr>
                <w:rFonts w:ascii="Calibri" w:hAnsi="Calibri" w:cs="Calibri"/>
              </w:rPr>
              <w:object w:dxaOrig="5040" w:dyaOrig="1950">
                <v:shape id="_x0000_i1025" type="#_x0000_t75" style="width:201.75pt;height:78pt" o:ole="">
                  <v:imagedata r:id="rId9" o:title=""/>
                </v:shape>
                <o:OLEObject Type="Embed" ProgID="PBrush" ShapeID="_x0000_i1025" DrawAspect="Content" ObjectID="_1479465797" r:id="rId10"/>
              </w:object>
            </w:r>
          </w:p>
          <w:p w:rsidR="0096661C" w:rsidRPr="0083552E" w:rsidRDefault="0096661C" w:rsidP="0096661C">
            <w:pPr>
              <w:ind w:right="157"/>
              <w:rPr>
                <w:rFonts w:ascii="Calibri" w:hAnsi="Calibri" w:cs="Calibri"/>
              </w:rPr>
            </w:pPr>
          </w:p>
          <w:p w:rsidR="0096661C" w:rsidRPr="0083552E" w:rsidRDefault="0096661C" w:rsidP="0096661C">
            <w:pPr>
              <w:ind w:right="157"/>
              <w:rPr>
                <w:rFonts w:ascii="Calibri" w:hAnsi="Calibri" w:cs="Calibri"/>
              </w:rPr>
            </w:pPr>
          </w:p>
          <w:p w:rsidR="0096661C" w:rsidRDefault="0096661C" w:rsidP="0096661C">
            <w:pPr>
              <w:pStyle w:val="ListParagraph"/>
              <w:numPr>
                <w:ilvl w:val="0"/>
                <w:numId w:val="3"/>
              </w:numPr>
              <w:rPr>
                <w:rFonts w:eastAsia="Calibri" w:cs="Times New Roman"/>
              </w:rPr>
            </w:pPr>
            <w:r w:rsidRPr="0083552E">
              <w:rPr>
                <w:rFonts w:ascii="Calibri" w:hAnsi="Calibri" w:cs="Calibri"/>
              </w:rPr>
              <w:t>A. 36 in</w:t>
            </w:r>
            <w:r w:rsidRPr="0083552E">
              <w:rPr>
                <w:rFonts w:ascii="Calibri" w:hAnsi="Calibri" w:cs="Calibri"/>
                <w:vertAlign w:val="superscript"/>
              </w:rPr>
              <w:t>2</w:t>
            </w:r>
            <w:r w:rsidRPr="0083552E">
              <w:rPr>
                <w:rFonts w:ascii="Calibri" w:hAnsi="Calibri" w:cs="Calibri"/>
              </w:rPr>
              <w:t xml:space="preserve">   B. 56 in</w:t>
            </w:r>
            <w:r w:rsidRPr="0083552E">
              <w:rPr>
                <w:rFonts w:ascii="Calibri" w:hAnsi="Calibri" w:cs="Calibri"/>
                <w:vertAlign w:val="superscript"/>
              </w:rPr>
              <w:t>2</w:t>
            </w:r>
            <w:r w:rsidRPr="0083552E">
              <w:rPr>
                <w:rFonts w:ascii="Calibri" w:hAnsi="Calibri" w:cs="Calibri"/>
              </w:rPr>
              <w:t xml:space="preserve">   C. 40 in</w:t>
            </w:r>
            <w:r w:rsidRPr="0083552E">
              <w:rPr>
                <w:rFonts w:ascii="Calibri" w:hAnsi="Calibri" w:cs="Calibri"/>
                <w:vertAlign w:val="superscript"/>
              </w:rPr>
              <w:t>2</w:t>
            </w:r>
            <w:r w:rsidRPr="0083552E">
              <w:rPr>
                <w:rFonts w:ascii="Calibri" w:hAnsi="Calibri" w:cs="Calibri"/>
              </w:rPr>
              <w:t xml:space="preserve">   D. 80 in</w:t>
            </w:r>
            <w:r w:rsidRPr="0083552E">
              <w:rPr>
                <w:rFonts w:ascii="Calibri" w:hAnsi="Calibri" w:cs="Calibri"/>
                <w:vertAlign w:val="superscript"/>
              </w:rPr>
              <w:t>2</w:t>
            </w:r>
          </w:p>
        </w:tc>
        <w:tc>
          <w:tcPr>
            <w:tcW w:w="5125" w:type="dxa"/>
          </w:tcPr>
          <w:p w:rsidR="0096661C" w:rsidRPr="0096661C" w:rsidRDefault="0096661C" w:rsidP="0096661C">
            <w:pPr>
              <w:pStyle w:val="ListParagraph"/>
              <w:numPr>
                <w:ilvl w:val="0"/>
                <w:numId w:val="1"/>
              </w:numPr>
              <w:rPr>
                <w:rFonts w:eastAsia="Calibri" w:cs="Times New Roman"/>
              </w:rPr>
            </w:pPr>
            <w:r>
              <w:rPr>
                <w:rFonts w:ascii="Calibri" w:hAnsi="Calibri" w:cs="Calibri"/>
              </w:rPr>
              <w:t>Michelle is painting her bedroom walls neon pink.  How many square feet will she paint if her bedroom is 20 feet by 12 feet?</w:t>
            </w:r>
          </w:p>
        </w:tc>
      </w:tr>
      <w:tr w:rsidR="0096661C" w:rsidTr="0096661C">
        <w:tc>
          <w:tcPr>
            <w:tcW w:w="5665" w:type="dxa"/>
          </w:tcPr>
          <w:p w:rsidR="0096661C" w:rsidRPr="0096661C" w:rsidRDefault="0096661C" w:rsidP="0096661C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6661C">
              <w:rPr>
                <w:rFonts w:ascii="Calibri" w:hAnsi="Calibri" w:cs="Calibri"/>
              </w:rPr>
              <w:t xml:space="preserve">Segments AB, CD, and EF intersect at H. What is </w:t>
            </w:r>
            <w:r w:rsidRPr="0096661C">
              <w:rPr>
                <w:rFonts w:ascii="Calibri" w:hAnsi="Calibri" w:cs="Calibri"/>
              </w:rPr>
              <w:fldChar w:fldCharType="begin"/>
            </w:r>
            <w:r w:rsidRPr="0096661C">
              <w:rPr>
                <w:rFonts w:ascii="Calibri" w:hAnsi="Calibri" w:cs="Calibri"/>
              </w:rPr>
              <w:instrText xml:space="preserve"> QUOTE </w:instrText>
            </w:r>
            <m:oMath>
              <m:r>
                <w:rPr>
                  <w:rFonts w:ascii="Cambria Math" w:hAnsi="Cambria Math" w:cs="Calibri"/>
                </w:rPr>
                <m:t>m∠BHF</m:t>
              </m:r>
            </m:oMath>
            <w:r w:rsidRPr="0096661C">
              <w:rPr>
                <w:rFonts w:ascii="Calibri" w:hAnsi="Calibri" w:cs="Calibri"/>
              </w:rPr>
              <w:instrText xml:space="preserve"> </w:instrText>
            </w:r>
            <w:r w:rsidRPr="0096661C">
              <w:rPr>
                <w:rFonts w:ascii="Calibri" w:hAnsi="Calibri" w:cs="Calibri"/>
              </w:rPr>
              <w:fldChar w:fldCharType="separate"/>
            </w:r>
            <w:r w:rsidRPr="0096661C">
              <w:rPr>
                <w:rFonts w:ascii="Calibri" w:hAnsi="Calibri" w:cs="Calibri"/>
              </w:rPr>
              <w:fldChar w:fldCharType="end"/>
            </w:r>
            <w:r w:rsidR="00AF7A75">
              <w:rPr>
                <w:rFonts w:ascii="Calibri" w:hAnsi="Calibri" w:cs="Calibri"/>
              </w:rPr>
              <w:t xml:space="preserve">the measure of </w:t>
            </w:r>
            <w:r w:rsidRPr="0096661C">
              <w:rPr>
                <w:rFonts w:ascii="Calibri" w:hAnsi="Calibri" w:cs="Calibri"/>
              </w:rPr>
              <w:t>angle EHB?</w:t>
            </w:r>
          </w:p>
          <w:p w:rsidR="0096661C" w:rsidRDefault="0096661C" w:rsidP="0096661C">
            <w:pPr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2113280</wp:posOffset>
                      </wp:positionH>
                      <wp:positionV relativeFrom="paragraph">
                        <wp:posOffset>79375</wp:posOffset>
                      </wp:positionV>
                      <wp:extent cx="254635" cy="266700"/>
                      <wp:effectExtent l="0" t="0" r="0" b="4445"/>
                      <wp:wrapNone/>
                      <wp:docPr id="307" name="Text Box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63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61C" w:rsidRDefault="0096661C" w:rsidP="0096661C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7" o:spid="_x0000_s1031" type="#_x0000_t202" style="position:absolute;margin-left:166.4pt;margin-top:6.25pt;width:20.05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" filled="f" stroked="f">
                      <v:textbox style="mso-fit-shape-to-text:t">
                        <w:txbxContent>
                          <w:p w:rsidR="0096661C" w:rsidRDefault="0096661C" w:rsidP="0096661C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2736850</wp:posOffset>
                      </wp:positionH>
                      <wp:positionV relativeFrom="paragraph">
                        <wp:posOffset>161925</wp:posOffset>
                      </wp:positionV>
                      <wp:extent cx="414020" cy="838835"/>
                      <wp:effectExtent l="0" t="0" r="24130" b="18415"/>
                      <wp:wrapNone/>
                      <wp:docPr id="95" name="Straight Connector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14020" cy="83883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D9EA38" id="Straight Connector 9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5pt,12.75pt" to="248.1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" strokecolor="windowText" strokeweight="1.5pt">
                      <o:lock v:ext="edit" shapetype="f"/>
                    </v:line>
                  </w:pict>
                </mc:Fallback>
              </mc:AlternateContent>
            </w:r>
          </w:p>
          <w:p w:rsidR="0096661C" w:rsidRDefault="0096661C" w:rsidP="0096661C">
            <w:pPr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62FE7D9" wp14:editId="66DE3178">
                      <wp:simplePos x="0" y="0"/>
                      <wp:positionH relativeFrom="column">
                        <wp:posOffset>2683510</wp:posOffset>
                      </wp:positionH>
                      <wp:positionV relativeFrom="paragraph">
                        <wp:posOffset>18415</wp:posOffset>
                      </wp:positionV>
                      <wp:extent cx="372110" cy="310515"/>
                      <wp:effectExtent l="0" t="0" r="0" b="0"/>
                      <wp:wrapNone/>
                      <wp:docPr id="103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2110" cy="310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61C" w:rsidRPr="0096661C" w:rsidRDefault="0096661C" w:rsidP="0096661C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45°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FE7D9" id="Text Box 103" o:spid="_x0000_s1032" type="#_x0000_t202" style="position:absolute;margin-left:211.3pt;margin-top:1.45pt;width:29.3pt;height:2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" filled="f" stroked="f">
                      <v:textbox>
                        <w:txbxContent>
                          <w:p w:rsidR="0096661C" w:rsidRPr="0096661C" w:rsidRDefault="0096661C" w:rsidP="0096661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45°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51CA6ED" wp14:editId="673CC63C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14605</wp:posOffset>
                      </wp:positionV>
                      <wp:extent cx="254635" cy="266700"/>
                      <wp:effectExtent l="0" t="0" r="0" b="4445"/>
                      <wp:wrapNone/>
                      <wp:docPr id="10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63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61C" w:rsidRDefault="0096661C" w:rsidP="0096661C"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51CA6ED" id="Text Box 101" o:spid="_x0000_s1033" type="#_x0000_t202" style="position:absolute;margin-left:255.7pt;margin-top:1.15pt;width:20.05pt;height:21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" filled="f" stroked="f">
                      <v:textbox style="mso-fit-shape-to-text:t">
                        <w:txbxContent>
                          <w:p w:rsidR="0096661C" w:rsidRDefault="0096661C" w:rsidP="0096661C">
                            <w: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62CD18" wp14:editId="7262CEB5">
                      <wp:simplePos x="0" y="0"/>
                      <wp:positionH relativeFrom="column">
                        <wp:posOffset>2364740</wp:posOffset>
                      </wp:positionH>
                      <wp:positionV relativeFrom="paragraph">
                        <wp:posOffset>59690</wp:posOffset>
                      </wp:positionV>
                      <wp:extent cx="988060" cy="574040"/>
                      <wp:effectExtent l="0" t="0" r="21590" b="35560"/>
                      <wp:wrapNone/>
                      <wp:docPr id="97" name="Straight Connector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88060" cy="574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60BE41" id="Straight Connector 9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2pt,4.7pt" to="264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" strokecolor="windowText" strokeweight="1.5pt">
                      <o:lock v:ext="edit" shapetype="f"/>
                    </v:line>
                  </w:pict>
                </mc:Fallback>
              </mc:AlternateContent>
            </w:r>
          </w:p>
          <w:p w:rsidR="0096661C" w:rsidRDefault="0096661C" w:rsidP="0096661C">
            <w:pPr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2258060</wp:posOffset>
                      </wp:positionH>
                      <wp:positionV relativeFrom="paragraph">
                        <wp:posOffset>130810</wp:posOffset>
                      </wp:positionV>
                      <wp:extent cx="1094740" cy="254635"/>
                      <wp:effectExtent l="0" t="0" r="29210" b="31115"/>
                      <wp:wrapNone/>
                      <wp:docPr id="96" name="Straight Connector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94740" cy="25463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790659" id="Straight Connector 9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8pt,10.3pt" to="264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" strokecolor="windowText" strokeweight="1.5pt">
                      <o:lock v:ext="edit" shapetype="f"/>
                    </v:line>
                  </w:pict>
                </mc:Fallback>
              </mc:AlternateContent>
            </w:r>
          </w:p>
          <w:p w:rsidR="0096661C" w:rsidRDefault="0096661C" w:rsidP="0096661C">
            <w:pPr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1999615</wp:posOffset>
                      </wp:positionH>
                      <wp:positionV relativeFrom="paragraph">
                        <wp:posOffset>80645</wp:posOffset>
                      </wp:positionV>
                      <wp:extent cx="254635" cy="266700"/>
                      <wp:effectExtent l="0" t="0" r="0" b="4445"/>
                      <wp:wrapNone/>
                      <wp:docPr id="102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63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61C" w:rsidRDefault="0096661C" w:rsidP="0096661C">
                                  <w: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02" o:spid="_x0000_s1034" type="#_x0000_t202" style="position:absolute;margin-left:157.45pt;margin-top:6.35pt;width:20.05pt;height:21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" filled="f" stroked="f">
                      <v:textbox style="mso-fit-shape-to-text:t">
                        <w:txbxContent>
                          <w:p w:rsidR="0096661C" w:rsidRDefault="0096661C" w:rsidP="0096661C">
                            <w: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2838450</wp:posOffset>
                      </wp:positionH>
                      <wp:positionV relativeFrom="paragraph">
                        <wp:posOffset>97155</wp:posOffset>
                      </wp:positionV>
                      <wp:extent cx="254635" cy="266700"/>
                      <wp:effectExtent l="0" t="0" r="0" b="4445"/>
                      <wp:wrapNone/>
                      <wp:docPr id="105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63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61C" w:rsidRDefault="0096661C" w:rsidP="0096661C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05" o:spid="_x0000_s1035" type="#_x0000_t202" style="position:absolute;margin-left:223.5pt;margin-top:7.65pt;width:20.05pt;height:21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" filled="f" stroked="f">
                      <v:textbox style="mso-fit-shape-to-text:t">
                        <w:txbxContent>
                          <w:p w:rsidR="0096661C" w:rsidRDefault="0096661C" w:rsidP="0096661C">
                            <w: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2459355</wp:posOffset>
                      </wp:positionH>
                      <wp:positionV relativeFrom="paragraph">
                        <wp:posOffset>90805</wp:posOffset>
                      </wp:positionV>
                      <wp:extent cx="478155" cy="318770"/>
                      <wp:effectExtent l="0" t="0" r="0" b="5080"/>
                      <wp:wrapNone/>
                      <wp:docPr id="104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155" cy="3187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61C" w:rsidRDefault="0096661C" w:rsidP="0096661C">
                                  <w:r>
                                    <w:t>16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036" type="#_x0000_t202" style="position:absolute;margin-left:193.65pt;margin-top:7.15pt;width:37.65pt;height:2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" filled="f" stroked="f">
                      <v:textbox>
                        <w:txbxContent>
                          <w:p w:rsidR="0096661C" w:rsidRDefault="0096661C" w:rsidP="0096661C">
                            <w:r>
                              <w:t>16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6661C" w:rsidRDefault="0096661C" w:rsidP="0096661C">
            <w:pPr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3220085</wp:posOffset>
                      </wp:positionH>
                      <wp:positionV relativeFrom="paragraph">
                        <wp:posOffset>75565</wp:posOffset>
                      </wp:positionV>
                      <wp:extent cx="254635" cy="266700"/>
                      <wp:effectExtent l="0" t="0" r="0" b="4445"/>
                      <wp:wrapNone/>
                      <wp:docPr id="9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63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61C" w:rsidRDefault="0096661C" w:rsidP="0096661C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98" o:spid="_x0000_s1037" type="#_x0000_t202" style="position:absolute;margin-left:253.55pt;margin-top:5.95pt;width:20.05pt;height:21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" filled="f" stroked="f">
                      <v:textbox style="mso-fit-shape-to-text:t">
                        <w:txbxContent>
                          <w:p w:rsidR="0096661C" w:rsidRDefault="0096661C" w:rsidP="0096661C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</w:rPr>
              <w:t xml:space="preserve">A. </w:t>
            </w:r>
            <w:r w:rsidRPr="000D72F4">
              <w:rPr>
                <w:rFonts w:ascii="Calibri" w:hAnsi="Calibri" w:cs="Calibri"/>
                <w:noProof/>
              </w:rPr>
              <w:t xml:space="preserve"> </w:t>
            </w:r>
            <w:r>
              <w:rPr>
                <w:rFonts w:ascii="Calibri" w:hAnsi="Calibri" w:cs="Calibri"/>
                <w:noProof/>
              </w:rPr>
              <w:t>45</w:t>
            </w:r>
            <m:oMath>
              <m:r>
                <w:rPr>
                  <w:rFonts w:ascii="Cambria Math" w:hAnsi="Cambria Math" w:cs="Calibri"/>
                  <w:noProof/>
                </w:rPr>
                <m:t>°</m:t>
              </m:r>
            </m:oMath>
          </w:p>
          <w:p w:rsidR="0096661C" w:rsidRDefault="0096661C" w:rsidP="0096661C">
            <w:pPr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2477135</wp:posOffset>
                      </wp:positionH>
                      <wp:positionV relativeFrom="paragraph">
                        <wp:posOffset>36195</wp:posOffset>
                      </wp:positionV>
                      <wp:extent cx="254635" cy="266700"/>
                      <wp:effectExtent l="0" t="0" r="0" b="4445"/>
                      <wp:wrapNone/>
                      <wp:docPr id="99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63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61C" w:rsidRDefault="0096661C" w:rsidP="0096661C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99" o:spid="_x0000_s1038" type="#_x0000_t202" style="position:absolute;margin-left:195.05pt;margin-top:2.85pt;width:20.05pt;height:21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" filled="f" stroked="f">
                      <v:textbox style="mso-fit-shape-to-text:t">
                        <w:txbxContent>
                          <w:p w:rsidR="0096661C" w:rsidRDefault="0096661C" w:rsidP="0096661C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</w:rPr>
              <w:t xml:space="preserve">B. </w:t>
            </w:r>
            <w:r>
              <w:rPr>
                <w:rFonts w:ascii="Calibri" w:hAnsi="Calibri" w:cs="Calibri"/>
                <w:noProof/>
              </w:rPr>
              <w:t>29</w:t>
            </w:r>
            <m:oMath>
              <m:r>
                <w:rPr>
                  <w:rFonts w:ascii="Cambria Math" w:hAnsi="Cambria Math" w:cs="Calibri"/>
                  <w:noProof/>
                </w:rPr>
                <m:t>°</m:t>
              </m:r>
            </m:oMath>
          </w:p>
          <w:p w:rsidR="0096661C" w:rsidRDefault="0096661C" w:rsidP="009666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 119</w:t>
            </w:r>
            <m:oMath>
              <m:r>
                <w:rPr>
                  <w:rFonts w:ascii="Cambria Math" w:hAnsi="Cambria Math" w:cs="Calibri"/>
                  <w:noProof/>
                </w:rPr>
                <m:t>°</m:t>
              </m:r>
            </m:oMath>
          </w:p>
          <w:p w:rsidR="0096661C" w:rsidRDefault="0096661C" w:rsidP="009666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D.</w:t>
            </w:r>
            <w:r w:rsidRPr="000D72F4">
              <w:rPr>
                <w:rFonts w:ascii="Calibri" w:hAnsi="Calibri" w:cs="Calibri"/>
                <w:noProof/>
              </w:rPr>
              <w:t xml:space="preserve"> </w:t>
            </w:r>
            <w:r>
              <w:rPr>
                <w:rFonts w:ascii="Calibri" w:hAnsi="Calibri" w:cs="Calibri"/>
                <w:noProof/>
              </w:rPr>
              <w:t>61</w:t>
            </w:r>
            <m:oMath>
              <m:r>
                <w:rPr>
                  <w:rFonts w:ascii="Cambria Math" w:hAnsi="Cambria Math" w:cs="Calibri"/>
                  <w:noProof/>
                </w:rPr>
                <m:t>°</m:t>
              </m:r>
            </m:oMath>
          </w:p>
          <w:p w:rsidR="0096661C" w:rsidRPr="0096661C" w:rsidRDefault="0096661C" w:rsidP="0096661C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E. </w:t>
            </w:r>
            <w:r>
              <w:rPr>
                <w:rFonts w:ascii="Calibri" w:hAnsi="Calibri" w:cs="Calibri"/>
                <w:noProof/>
              </w:rPr>
              <w:t xml:space="preserve"> 164</w:t>
            </w:r>
            <m:oMath>
              <m:r>
                <w:rPr>
                  <w:rFonts w:ascii="Cambria Math" w:hAnsi="Cambria Math" w:cs="Calibri"/>
                  <w:noProof/>
                </w:rPr>
                <m:t>°</m:t>
              </m:r>
            </m:oMath>
          </w:p>
        </w:tc>
        <w:tc>
          <w:tcPr>
            <w:tcW w:w="5125" w:type="dxa"/>
          </w:tcPr>
          <w:p w:rsidR="0096661C" w:rsidRDefault="00AF7A75" w:rsidP="0096661C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DB0204">
              <w:rPr>
                <w:rFonts w:ascii="Calibri" w:hAnsi="Calibri" w:cs="Calibri"/>
              </w:rPr>
              <w:t>A car tire has a circumference of 64 inches. What is the diameter of the wheel? What is the radius?</w:t>
            </w:r>
          </w:p>
        </w:tc>
      </w:tr>
    </w:tbl>
    <w:p w:rsidR="004A1C66" w:rsidRDefault="004A1C66"/>
    <w:p w:rsidR="00ED35C5" w:rsidRDefault="00ED35C5"/>
    <w:sectPr w:rsidR="00ED35C5" w:rsidSect="008D1D28">
      <w:footerReference w:type="default" r:id="rId1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935" w:rsidRDefault="00841935" w:rsidP="004A1C66">
      <w:r>
        <w:separator/>
      </w:r>
    </w:p>
  </w:endnote>
  <w:endnote w:type="continuationSeparator" w:id="0">
    <w:p w:rsidR="00841935" w:rsidRDefault="00841935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935" w:rsidRDefault="00841935" w:rsidP="004A1C66">
      <w:r>
        <w:separator/>
      </w:r>
    </w:p>
  </w:footnote>
  <w:footnote w:type="continuationSeparator" w:id="0">
    <w:p w:rsidR="00841935" w:rsidRDefault="00841935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00A8D"/>
    <w:multiLevelType w:val="hybridMultilevel"/>
    <w:tmpl w:val="C6681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EA4EE0"/>
    <w:multiLevelType w:val="hybridMultilevel"/>
    <w:tmpl w:val="C6681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9B"/>
    <w:rsid w:val="000248E2"/>
    <w:rsid w:val="001B0A83"/>
    <w:rsid w:val="00242D79"/>
    <w:rsid w:val="003B785F"/>
    <w:rsid w:val="004A1C66"/>
    <w:rsid w:val="004C71DF"/>
    <w:rsid w:val="004D05E9"/>
    <w:rsid w:val="0065474E"/>
    <w:rsid w:val="00674044"/>
    <w:rsid w:val="006F5A5F"/>
    <w:rsid w:val="00841935"/>
    <w:rsid w:val="00846041"/>
    <w:rsid w:val="00846B9B"/>
    <w:rsid w:val="008D1D28"/>
    <w:rsid w:val="0096661C"/>
    <w:rsid w:val="00AF7A75"/>
    <w:rsid w:val="00B53200"/>
    <w:rsid w:val="00CE4705"/>
    <w:rsid w:val="00D778D6"/>
    <w:rsid w:val="00DD6332"/>
    <w:rsid w:val="00ED05F2"/>
    <w:rsid w:val="00ED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3B9E62-92E6-41BA-9A2C-F784C5AB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7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78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77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ielmeier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23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Bielmeier, Sean</dc:creator>
  <cp:lastModifiedBy>Bielmeier, Sean</cp:lastModifiedBy>
  <cp:revision>3</cp:revision>
  <dcterms:created xsi:type="dcterms:W3CDTF">2014-12-06T22:22:00Z</dcterms:created>
  <dcterms:modified xsi:type="dcterms:W3CDTF">2014-12-07T19:57:00Z</dcterms:modified>
</cp:coreProperties>
</file>